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914B7" w:rsidRDefault="005C7AFF" w:rsidP="005C7AFF">
      <w:pPr>
        <w:jc w:val="right"/>
        <w:rPr>
          <w:rFonts w:ascii="Calibri" w:hAnsi="Calibri" w:cs="Calibri"/>
          <w:sz w:val="16"/>
          <w:szCs w:val="16"/>
        </w:rPr>
      </w:pPr>
      <w:bookmarkStart w:id="0" w:name="_GoBack"/>
      <w:bookmarkEnd w:id="0"/>
    </w:p>
    <w:p w:rsidR="005C7AFF" w:rsidRPr="00F914B7" w:rsidRDefault="005C7AFF" w:rsidP="005C7AFF">
      <w:pPr>
        <w:jc w:val="right"/>
        <w:rPr>
          <w:rFonts w:ascii="Calibri" w:hAnsi="Calibri" w:cs="Calibri"/>
          <w:sz w:val="16"/>
          <w:szCs w:val="16"/>
        </w:rPr>
      </w:pPr>
    </w:p>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650"/>
      </w:tblGrid>
      <w:tr w:rsidR="00C961F6" w:rsidRPr="00C961F6" w:rsidTr="00D21E17">
        <w:trPr>
          <w:trHeight w:val="721"/>
          <w:jc w:val="center"/>
        </w:trPr>
        <w:tc>
          <w:tcPr>
            <w:tcW w:w="10650" w:type="dxa"/>
            <w:tcBorders>
              <w:top w:val="nil"/>
              <w:left w:val="nil"/>
              <w:bottom w:val="nil"/>
              <w:right w:val="nil"/>
            </w:tcBorders>
          </w:tcPr>
          <w:p w:rsidR="00C961F6" w:rsidRPr="00C961F6" w:rsidRDefault="00C961F6" w:rsidP="00A1063F">
            <w:pPr>
              <w:spacing w:before="100" w:beforeAutospacing="1" w:after="100" w:afterAutospacing="1"/>
              <w:ind w:left="9217"/>
              <w:jc w:val="center"/>
              <w:rPr>
                <w:b/>
                <w:lang w:val="en-US" w:eastAsia="en-US"/>
              </w:rPr>
            </w:pPr>
            <w:r w:rsidRPr="00C961F6">
              <w:rPr>
                <w:b/>
                <w:lang w:eastAsia="en-US"/>
              </w:rPr>
              <w:t xml:space="preserve">Anexa </w:t>
            </w:r>
            <w:r w:rsidR="005F2837">
              <w:rPr>
                <w:b/>
                <w:lang w:eastAsia="en-US"/>
              </w:rPr>
              <w:t xml:space="preserve"> </w:t>
            </w:r>
            <w:r w:rsidR="004267E2">
              <w:rPr>
                <w:b/>
                <w:lang w:eastAsia="en-US"/>
              </w:rPr>
              <w:t>10</w:t>
            </w:r>
          </w:p>
          <w:p w:rsidR="00C961F6" w:rsidRPr="00C961F6" w:rsidRDefault="00C961F6" w:rsidP="00C961F6">
            <w:pPr>
              <w:spacing w:before="100" w:beforeAutospacing="1" w:after="100" w:afterAutospacing="1"/>
              <w:jc w:val="center"/>
              <w:rPr>
                <w:b/>
                <w:lang w:eastAsia="en-US"/>
              </w:rPr>
            </w:pPr>
            <w:r w:rsidRPr="00C961F6">
              <w:rPr>
                <w:b/>
                <w:lang w:eastAsia="en-US"/>
              </w:rPr>
              <w:t>DECLARAŢIE</w:t>
            </w:r>
          </w:p>
          <w:p w:rsidR="00C961F6" w:rsidRPr="00C961F6" w:rsidRDefault="00C961F6" w:rsidP="00C961F6">
            <w:pPr>
              <w:spacing w:before="100" w:beforeAutospacing="1" w:after="100" w:afterAutospacing="1"/>
              <w:jc w:val="center"/>
              <w:rPr>
                <w:b/>
                <w:lang w:eastAsia="en-US"/>
              </w:rPr>
            </w:pPr>
            <w:r w:rsidRPr="00C961F6">
              <w:rPr>
                <w:b/>
                <w:lang w:eastAsia="en-US"/>
              </w:rPr>
              <w:t xml:space="preserve">privind </w:t>
            </w:r>
            <w:r w:rsidR="00CF0115">
              <w:rPr>
                <w:b/>
                <w:lang w:eastAsia="en-US"/>
              </w:rPr>
              <w:t>nedeductibilitatea</w:t>
            </w:r>
            <w:r w:rsidRPr="00C961F6">
              <w:rPr>
                <w:b/>
                <w:lang w:eastAsia="en-US"/>
              </w:rPr>
              <w:t xml:space="preserve"> TVA aferentă cheltuielilor ce vor fi efectuate în cadrul proiectului propus spre finanțare din instrumente structurale</w:t>
            </w:r>
          </w:p>
          <w:p w:rsidR="00C961F6" w:rsidRPr="00C961F6" w:rsidRDefault="00C961F6" w:rsidP="00C961F6">
            <w:pPr>
              <w:spacing w:before="100" w:beforeAutospacing="1" w:after="100" w:afterAutospacing="1"/>
              <w:jc w:val="center"/>
              <w:rPr>
                <w:b/>
                <w:lang w:eastAsia="en-US"/>
              </w:rPr>
            </w:pPr>
          </w:p>
          <w:p w:rsidR="00C961F6" w:rsidRPr="00C961F6" w:rsidRDefault="00C961F6" w:rsidP="00C961F6">
            <w:pPr>
              <w:spacing w:before="100" w:beforeAutospacing="1" w:after="100" w:afterAutospacing="1"/>
              <w:jc w:val="both"/>
              <w:rPr>
                <w:color w:val="FF0000"/>
                <w:lang w:eastAsia="en-US"/>
              </w:rPr>
            </w:pPr>
          </w:p>
        </w:tc>
      </w:tr>
      <w:tr w:rsidR="00C961F6" w:rsidRPr="00C961F6" w:rsidTr="00D21E17">
        <w:trPr>
          <w:trHeight w:val="177"/>
          <w:jc w:val="center"/>
        </w:trPr>
        <w:tc>
          <w:tcPr>
            <w:tcW w:w="10650" w:type="dxa"/>
            <w:tcBorders>
              <w:top w:val="nil"/>
              <w:left w:val="nil"/>
              <w:bottom w:val="nil"/>
              <w:right w:val="nil"/>
            </w:tcBorders>
          </w:tcPr>
          <w:p w:rsidR="00C961F6" w:rsidRPr="00C961F6" w:rsidRDefault="00C961F6" w:rsidP="00C961F6">
            <w:pPr>
              <w:spacing w:before="100" w:beforeAutospacing="1" w:after="100" w:afterAutospacing="1"/>
              <w:rPr>
                <w:lang w:eastAsia="en-US"/>
              </w:rPr>
            </w:pPr>
          </w:p>
          <w:p w:rsidR="00C961F6" w:rsidRPr="00C961F6" w:rsidRDefault="00C961F6" w:rsidP="00C961F6">
            <w:pPr>
              <w:spacing w:before="100" w:beforeAutospacing="1" w:after="100" w:afterAutospacing="1"/>
              <w:rPr>
                <w:lang w:eastAsia="en-US"/>
              </w:rPr>
            </w:pPr>
          </w:p>
        </w:tc>
      </w:tr>
      <w:tr w:rsidR="00C961F6" w:rsidRPr="00C961F6" w:rsidTr="00D21E17">
        <w:trPr>
          <w:trHeight w:val="166"/>
          <w:jc w:val="center"/>
        </w:trPr>
        <w:tc>
          <w:tcPr>
            <w:tcW w:w="10650" w:type="dxa"/>
            <w:tcBorders>
              <w:top w:val="nil"/>
              <w:left w:val="nil"/>
              <w:bottom w:val="single" w:sz="6" w:space="0" w:color="000000"/>
              <w:right w:val="nil"/>
            </w:tcBorders>
          </w:tcPr>
          <w:p w:rsidR="00C961F6" w:rsidRPr="00C961F6" w:rsidRDefault="00C961F6" w:rsidP="00C961F6">
            <w:pPr>
              <w:spacing w:before="100" w:beforeAutospacing="1" w:after="100" w:afterAutospacing="1"/>
              <w:rPr>
                <w:lang w:eastAsia="en-US"/>
              </w:rPr>
            </w:pPr>
            <w:r w:rsidRPr="00C961F6">
              <w:rPr>
                <w:lang w:eastAsia="en-US"/>
              </w:rPr>
              <w:t>    A. Datele de identificare a persoanei juridice</w:t>
            </w:r>
          </w:p>
        </w:tc>
      </w:tr>
      <w:tr w:rsidR="00C961F6" w:rsidRPr="00C961F6" w:rsidTr="00D21E17">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rPr>
                <w:rFonts w:ascii="Times New Roman" w:hAnsi="Times New Roman"/>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C961F6" w:rsidRPr="00C961F6" w:rsidTr="00D21E17">
              <w:trPr>
                <w:trHeight w:val="166"/>
              </w:trPr>
              <w:tc>
                <w:tcPr>
                  <w:tcW w:w="6781" w:type="dxa"/>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bl>
          <w:p w:rsidR="00C961F6" w:rsidRPr="00C961F6" w:rsidRDefault="00C961F6" w:rsidP="00C961F6">
            <w:pPr>
              <w:spacing w:before="100" w:beforeAutospacing="1" w:after="100" w:afterAutospacing="1"/>
              <w:rPr>
                <w:lang w:eastAsia="en-US"/>
              </w:rPr>
            </w:pPr>
            <w:r w:rsidRPr="00C961F6">
              <w:rPr>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C961F6" w:rsidRPr="00C961F6" w:rsidTr="00D21E17">
              <w:trPr>
                <w:trHeight w:val="166"/>
              </w:trPr>
              <w:tc>
                <w:tcPr>
                  <w:tcW w:w="2134" w:type="dxa"/>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bl>
          <w:p w:rsidR="00C961F6" w:rsidRPr="00C961F6" w:rsidRDefault="00C961F6" w:rsidP="00C961F6">
            <w:pPr>
              <w:spacing w:before="100" w:beforeAutospacing="1" w:after="100" w:afterAutospacing="1"/>
              <w:rPr>
                <w:lang w:eastAsia="en-US"/>
              </w:rPr>
            </w:pPr>
          </w:p>
          <w:p w:rsidR="00C961F6" w:rsidRPr="00C961F6" w:rsidRDefault="00C961F6" w:rsidP="00C961F6">
            <w:pPr>
              <w:spacing w:before="100" w:beforeAutospacing="1" w:after="100" w:afterAutospacing="1"/>
              <w:rPr>
                <w:lang w:eastAsia="en-US"/>
              </w:rPr>
            </w:pPr>
            <w:r w:rsidRPr="00C961F6">
              <w:rPr>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C961F6" w:rsidRPr="00C961F6" w:rsidTr="00D21E17">
              <w:trPr>
                <w:trHeight w:val="177"/>
              </w:trPr>
              <w:tc>
                <w:tcPr>
                  <w:tcW w:w="747" w:type="dxa"/>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733" w:type="dxa"/>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733" w:type="dxa"/>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bl>
          <w:p w:rsidR="00C961F6" w:rsidRPr="00C961F6" w:rsidRDefault="00C961F6" w:rsidP="00C961F6">
            <w:pPr>
              <w:spacing w:before="100" w:beforeAutospacing="1" w:after="100" w:afterAutospacing="1"/>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173"/>
              <w:gridCol w:w="1826"/>
              <w:gridCol w:w="586"/>
              <w:gridCol w:w="1207"/>
              <w:gridCol w:w="1207"/>
              <w:gridCol w:w="2447"/>
              <w:gridCol w:w="2447"/>
            </w:tblGrid>
            <w:tr w:rsidR="00C961F6" w:rsidRPr="00C961F6" w:rsidTr="00D21E17">
              <w:trPr>
                <w:trHeight w:val="166"/>
              </w:trPr>
              <w:tc>
                <w:tcPr>
                  <w:tcW w:w="568" w:type="dxa"/>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Ap.</w:t>
                  </w:r>
                </w:p>
              </w:tc>
              <w:tc>
                <w:tcPr>
                  <w:tcW w:w="173"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1826" w:type="dxa"/>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1207" w:type="dxa"/>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447" w:type="dxa"/>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bl>
          <w:p w:rsidR="00C961F6" w:rsidRPr="00C961F6" w:rsidRDefault="00C961F6" w:rsidP="00C961F6">
            <w:pPr>
              <w:spacing w:before="100" w:beforeAutospacing="1" w:after="100" w:afterAutospacing="1"/>
              <w:rPr>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C961F6" w:rsidRPr="00C961F6" w:rsidTr="00D21E17">
              <w:trPr>
                <w:trHeight w:val="166"/>
              </w:trPr>
              <w:tc>
                <w:tcPr>
                  <w:tcW w:w="725" w:type="dxa"/>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676" w:type="dxa"/>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2869" w:type="dxa"/>
                  <w:tcBorders>
                    <w:top w:val="nil"/>
                    <w:left w:val="single" w:sz="6" w:space="0" w:color="000000"/>
                    <w:bottom w:val="nil"/>
                    <w:right w:val="nil"/>
                  </w:tcBorders>
                </w:tcPr>
                <w:p w:rsidR="00C961F6" w:rsidRPr="00C961F6" w:rsidRDefault="00C961F6" w:rsidP="00C961F6">
                  <w:pPr>
                    <w:spacing w:before="100" w:beforeAutospacing="1" w:after="100" w:afterAutospacing="1"/>
                    <w:rPr>
                      <w:lang w:eastAsia="en-US"/>
                    </w:rPr>
                  </w:pPr>
                  <w:r w:rsidRPr="00C961F6">
                    <w:rPr>
                      <w:lang w:eastAsia="en-US"/>
                    </w:rPr>
                    <w:t>                               </w:t>
                  </w:r>
                </w:p>
              </w:tc>
            </w:tr>
          </w:tbl>
          <w:p w:rsidR="00C961F6" w:rsidRPr="00C961F6" w:rsidRDefault="00C961F6" w:rsidP="00C961F6">
            <w:pPr>
              <w:rPr>
                <w:lang w:eastAsia="en-US"/>
              </w:rPr>
            </w:pPr>
          </w:p>
        </w:tc>
      </w:tr>
    </w:tbl>
    <w:p w:rsidR="00C961F6" w:rsidRPr="00C961F6" w:rsidRDefault="00C961F6" w:rsidP="00C961F6">
      <w:pPr>
        <w:tabs>
          <w:tab w:val="center" w:pos="4320"/>
          <w:tab w:val="right" w:pos="8640"/>
        </w:tabs>
        <w:jc w:val="center"/>
        <w:rPr>
          <w:lang w:eastAsia="en-US"/>
        </w:rPr>
      </w:pPr>
    </w:p>
    <w:p w:rsidR="00C961F6" w:rsidRPr="00C961F6" w:rsidRDefault="00C961F6" w:rsidP="00C961F6">
      <w:pPr>
        <w:rPr>
          <w:lang w:eastAsia="en-US"/>
        </w:rPr>
      </w:pPr>
    </w:p>
    <w:p w:rsidR="00C961F6" w:rsidRPr="00C961F6" w:rsidRDefault="00C961F6" w:rsidP="00C961F6">
      <w:pPr>
        <w:rPr>
          <w:lang w:eastAsia="en-US"/>
        </w:rPr>
      </w:pPr>
      <w:r w:rsidRPr="00C961F6">
        <w:rPr>
          <w:lang w:eastAsia="en-US"/>
        </w:rPr>
        <w:br w:type="page"/>
      </w: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706"/>
        <w:gridCol w:w="2199"/>
        <w:gridCol w:w="1666"/>
        <w:gridCol w:w="688"/>
        <w:gridCol w:w="2538"/>
        <w:gridCol w:w="2283"/>
      </w:tblGrid>
      <w:tr w:rsidR="00C961F6" w:rsidRPr="00C961F6" w:rsidTr="00C961F6">
        <w:tc>
          <w:tcPr>
            <w:tcW w:w="10080" w:type="dxa"/>
            <w:gridSpan w:val="6"/>
            <w:tcBorders>
              <w:top w:val="nil"/>
              <w:left w:val="nil"/>
              <w:bottom w:val="nil"/>
              <w:right w:val="nil"/>
            </w:tcBorders>
          </w:tcPr>
          <w:p w:rsidR="00C961F6" w:rsidRPr="00C961F6" w:rsidRDefault="00C961F6" w:rsidP="00C961F6">
            <w:pPr>
              <w:spacing w:before="100" w:beforeAutospacing="1" w:after="100" w:afterAutospacing="1"/>
              <w:rPr>
                <w:lang w:eastAsia="en-US"/>
              </w:rPr>
            </w:pPr>
            <w:r w:rsidRPr="00C961F6">
              <w:rPr>
                <w:lang w:eastAsia="en-US"/>
              </w:rPr>
              <w:t>    B. Datele de identificare a proiectului</w:t>
            </w:r>
          </w:p>
        </w:tc>
      </w:tr>
      <w:tr w:rsidR="00C961F6" w:rsidRPr="00C961F6" w:rsidTr="00C961F6">
        <w:tc>
          <w:tcPr>
            <w:tcW w:w="10080" w:type="dxa"/>
            <w:gridSpan w:val="6"/>
            <w:tcBorders>
              <w:top w:val="nil"/>
              <w:left w:val="nil"/>
              <w:bottom w:val="nil"/>
              <w:right w:val="nil"/>
            </w:tcBorders>
          </w:tcPr>
          <w:tbl>
            <w:tblPr>
              <w:tblW w:w="10788"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788"/>
            </w:tblGrid>
            <w:tr w:rsidR="00C961F6" w:rsidRPr="00C961F6" w:rsidTr="00C961F6">
              <w:trPr>
                <w:trHeight w:val="1300"/>
              </w:trPr>
              <w:tc>
                <w:tcPr>
                  <w:tcW w:w="10788" w:type="dxa"/>
                  <w:tcBorders>
                    <w:top w:val="nil"/>
                    <w:left w:val="nil"/>
                    <w:bottom w:val="nil"/>
                    <w:right w:val="single" w:sz="6" w:space="0" w:color="000000"/>
                  </w:tcBorders>
                </w:tcPr>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0"/>
                  </w:tblGrid>
                  <w:tr w:rsidR="00C961F6" w:rsidRPr="00C961F6" w:rsidTr="00C961F6">
                    <w:trPr>
                      <w:trHeight w:val="880"/>
                    </w:trPr>
                    <w:tc>
                      <w:tcPr>
                        <w:tcW w:w="10060" w:type="dxa"/>
                      </w:tcPr>
                      <w:p w:rsidR="00C961F6" w:rsidRPr="00C961F6" w:rsidRDefault="00C961F6" w:rsidP="00C961F6">
                        <w:pPr>
                          <w:rPr>
                            <w:lang w:eastAsia="ro-RO"/>
                          </w:rPr>
                        </w:pPr>
                      </w:p>
                      <w:p w:rsidR="00C961F6" w:rsidRPr="00C961F6" w:rsidRDefault="00C961F6" w:rsidP="00C961F6">
                        <w:pPr>
                          <w:rPr>
                            <w:lang w:eastAsia="ro-RO"/>
                          </w:rPr>
                        </w:pPr>
                        <w:r w:rsidRPr="00C961F6">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C961F6" w:rsidRPr="00C961F6" w:rsidTr="00C961F6">
                          <w:trPr>
                            <w:trHeight w:val="117"/>
                          </w:trPr>
                          <w:tc>
                            <w:tcPr>
                              <w:tcW w:w="7355" w:type="dxa"/>
                            </w:tcPr>
                            <w:p w:rsidR="00C961F6" w:rsidRPr="00C961F6" w:rsidRDefault="00C961F6" w:rsidP="00C961F6">
                              <w:pPr>
                                <w:rPr>
                                  <w:lang w:eastAsia="ro-RO"/>
                                </w:rPr>
                              </w:pPr>
                            </w:p>
                          </w:tc>
                        </w:tr>
                      </w:tbl>
                      <w:p w:rsidR="00C961F6" w:rsidRPr="00C961F6" w:rsidRDefault="00C961F6" w:rsidP="00C961F6">
                        <w:pPr>
                          <w:ind w:right="676"/>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C961F6" w:rsidRPr="00C961F6" w:rsidTr="00C961F6">
                          <w:trPr>
                            <w:trHeight w:val="117"/>
                            <w:jc w:val="right"/>
                          </w:trPr>
                          <w:tc>
                            <w:tcPr>
                              <w:tcW w:w="6331" w:type="dxa"/>
                            </w:tcPr>
                            <w:p w:rsidR="00C961F6" w:rsidRPr="00C961F6" w:rsidRDefault="00C961F6" w:rsidP="00C961F6">
                              <w:pPr>
                                <w:rPr>
                                  <w:lang w:eastAsia="ro-RO"/>
                                </w:rPr>
                              </w:pPr>
                            </w:p>
                          </w:tc>
                        </w:tr>
                      </w:tbl>
                      <w:p w:rsidR="00C961F6" w:rsidRPr="00C961F6" w:rsidRDefault="00C961F6" w:rsidP="00C961F6">
                        <w:pPr>
                          <w:rPr>
                            <w:lang w:eastAsia="ro-RO"/>
                          </w:rPr>
                        </w:pPr>
                        <w:r w:rsidRPr="00C961F6">
                          <w:rPr>
                            <w:lang w:eastAsia="ro-RO"/>
                          </w:rPr>
                          <w:t xml:space="preserve">Numele programului </w:t>
                        </w:r>
                      </w:p>
                      <w:p w:rsidR="00C961F6" w:rsidRPr="00C961F6" w:rsidRDefault="00C961F6" w:rsidP="00C961F6">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C961F6" w:rsidRPr="00C961F6" w:rsidTr="00C961F6">
                          <w:trPr>
                            <w:trHeight w:val="117"/>
                            <w:jc w:val="right"/>
                          </w:trPr>
                          <w:tc>
                            <w:tcPr>
                              <w:tcW w:w="6740" w:type="dxa"/>
                              <w:shd w:val="clear" w:color="auto" w:fill="auto"/>
                            </w:tcPr>
                            <w:p w:rsidR="00C961F6" w:rsidRPr="00C961F6" w:rsidRDefault="00C961F6" w:rsidP="00C961F6">
                              <w:pPr>
                                <w:rPr>
                                  <w:lang w:eastAsia="ro-RO"/>
                                </w:rPr>
                              </w:pPr>
                            </w:p>
                          </w:tc>
                        </w:tr>
                      </w:tbl>
                      <w:p w:rsidR="00C961F6" w:rsidRPr="00C961F6" w:rsidRDefault="00C961F6" w:rsidP="00C961F6">
                        <w:pPr>
                          <w:rPr>
                            <w:lang w:eastAsia="ro-RO"/>
                          </w:rPr>
                        </w:pPr>
                        <w:r w:rsidRPr="00C961F6">
                          <w:rPr>
                            <w:lang w:eastAsia="ro-RO"/>
                          </w:rPr>
                          <w:t>Prioritate de investiție</w:t>
                        </w:r>
                      </w:p>
                      <w:p w:rsidR="00C961F6" w:rsidRPr="00C961F6" w:rsidRDefault="00C961F6" w:rsidP="00C961F6">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C961F6" w:rsidRPr="00C961F6" w:rsidTr="00C961F6">
                          <w:trPr>
                            <w:trHeight w:val="117"/>
                            <w:jc w:val="right"/>
                          </w:trPr>
                          <w:tc>
                            <w:tcPr>
                              <w:tcW w:w="6746" w:type="dxa"/>
                            </w:tcPr>
                            <w:p w:rsidR="00C961F6" w:rsidRPr="00C961F6" w:rsidRDefault="00C961F6" w:rsidP="00C961F6">
                              <w:pPr>
                                <w:rPr>
                                  <w:lang w:eastAsia="ro-RO"/>
                                </w:rPr>
                              </w:pPr>
                            </w:p>
                          </w:tc>
                        </w:tr>
                      </w:tbl>
                      <w:p w:rsidR="00C961F6" w:rsidRPr="00C961F6" w:rsidRDefault="00C961F6" w:rsidP="00C961F6">
                        <w:pPr>
                          <w:rPr>
                            <w:lang w:eastAsia="ro-RO"/>
                          </w:rPr>
                        </w:pPr>
                        <w:r w:rsidRPr="00C961F6">
                          <w:rPr>
                            <w:lang w:eastAsia="ro-RO"/>
                          </w:rPr>
                          <w:t>Acțiunea</w:t>
                        </w:r>
                      </w:p>
                      <w:p w:rsidR="00C961F6" w:rsidRPr="00C961F6" w:rsidRDefault="00C961F6" w:rsidP="00C961F6">
                        <w:pPr>
                          <w:rPr>
                            <w:lang w:eastAsia="ro-RO"/>
                          </w:rPr>
                        </w:pPr>
                      </w:p>
                      <w:p w:rsidR="00C961F6" w:rsidRPr="00C961F6" w:rsidRDefault="00C961F6" w:rsidP="00C961F6">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C961F6" w:rsidRPr="00C961F6" w:rsidTr="00C961F6">
                          <w:trPr>
                            <w:trHeight w:val="117"/>
                          </w:trPr>
                          <w:tc>
                            <w:tcPr>
                              <w:tcW w:w="7021" w:type="dxa"/>
                            </w:tcPr>
                            <w:p w:rsidR="00C961F6" w:rsidRPr="00C961F6" w:rsidRDefault="00C961F6" w:rsidP="00C961F6">
                              <w:pPr>
                                <w:rPr>
                                  <w:lang w:eastAsia="ro-RO"/>
                                </w:rPr>
                              </w:pPr>
                            </w:p>
                          </w:tc>
                        </w:tr>
                      </w:tbl>
                      <w:p w:rsidR="00C961F6" w:rsidRPr="00C961F6" w:rsidRDefault="00C961F6" w:rsidP="00C961F6">
                        <w:pPr>
                          <w:rPr>
                            <w:lang w:eastAsia="ro-RO"/>
                          </w:rPr>
                        </w:pPr>
                        <w:r w:rsidRPr="00C961F6">
                          <w:rPr>
                            <w:lang w:eastAsia="ro-RO"/>
                          </w:rPr>
                          <w:t xml:space="preserve">Data depunerii operațiunii    </w:t>
                        </w:r>
                      </w:p>
                      <w:p w:rsidR="00C961F6" w:rsidRPr="00C961F6" w:rsidRDefault="00C961F6" w:rsidP="00C961F6">
                        <w:pPr>
                          <w:rPr>
                            <w:lang w:eastAsia="ro-RO"/>
                          </w:rPr>
                        </w:pPr>
                      </w:p>
                    </w:tc>
                  </w:tr>
                </w:tbl>
                <w:p w:rsidR="00C961F6" w:rsidRPr="00C961F6" w:rsidRDefault="00C961F6" w:rsidP="00C961F6">
                  <w:pPr>
                    <w:spacing w:before="100" w:beforeAutospacing="1" w:after="100" w:afterAutospacing="1"/>
                    <w:rPr>
                      <w:lang w:eastAsia="en-US"/>
                    </w:rPr>
                  </w:pPr>
                </w:p>
              </w:tc>
            </w:tr>
            <w:tr w:rsidR="00C961F6" w:rsidRPr="00C961F6" w:rsidTr="00C961F6">
              <w:trPr>
                <w:trHeight w:val="97"/>
              </w:trPr>
              <w:tc>
                <w:tcPr>
                  <w:tcW w:w="10788" w:type="dxa"/>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p>
              </w:tc>
            </w:tr>
          </w:tbl>
          <w:p w:rsidR="00C961F6" w:rsidRPr="00C961F6" w:rsidRDefault="00C961F6" w:rsidP="00C961F6">
            <w:pPr>
              <w:spacing w:before="100" w:beforeAutospacing="1" w:after="100" w:afterAutospacing="1"/>
              <w:rPr>
                <w:lang w:eastAsia="en-US"/>
              </w:rPr>
            </w:pPr>
          </w:p>
        </w:tc>
      </w:tr>
      <w:tr w:rsidR="00C961F6" w:rsidRPr="00C961F6" w:rsidTr="00C961F6">
        <w:tc>
          <w:tcPr>
            <w:tcW w:w="10080" w:type="dxa"/>
            <w:gridSpan w:val="6"/>
            <w:tcBorders>
              <w:top w:val="nil"/>
              <w:left w:val="nil"/>
              <w:bottom w:val="nil"/>
              <w:right w:val="nil"/>
            </w:tcBorders>
          </w:tcPr>
          <w:p w:rsidR="00C961F6" w:rsidRPr="00C961F6" w:rsidRDefault="00C961F6" w:rsidP="00C961F6">
            <w:pPr>
              <w:tabs>
                <w:tab w:val="left" w:pos="9990"/>
              </w:tabs>
              <w:ind w:right="90"/>
              <w:jc w:val="both"/>
              <w:rPr>
                <w:lang w:eastAsia="en-US"/>
              </w:rPr>
            </w:pPr>
            <w:r w:rsidRPr="00C961F6">
              <w:rPr>
                <w:b/>
                <w:lang w:eastAsia="en-US"/>
              </w:rPr>
              <w:t>C.</w:t>
            </w:r>
            <w:r w:rsidRPr="00C961F6">
              <w:rPr>
                <w:lang w:eastAsia="en-US"/>
              </w:rPr>
              <w:t xml:space="preserve"> …………………………………………(numele şi statutul juridic al beneficiarului), solicitant de finanțare pentru operațiunea menționată mai sus, la…………………………………….. ………………………(</w:t>
            </w:r>
            <w:r w:rsidRPr="00C961F6">
              <w:rPr>
                <w:i/>
                <w:lang w:eastAsia="en-US"/>
              </w:rPr>
              <w:t>numele Autorității de Management</w:t>
            </w:r>
            <w:r w:rsidRPr="00C961F6">
              <w:rPr>
                <w:lang w:eastAsia="en-US"/>
              </w:rPr>
              <w:t>), în conformitate cu prevederile Legii nr. 227/2015 privind Codul fiscal, cu modificările şi completările ulterioare (Codul fiscal), declar că mă încadrez în următoarea categorie de persoane din punct de vedere al regimului de TVA aplicabil:</w:t>
            </w:r>
          </w:p>
        </w:tc>
      </w:tr>
      <w:tr w:rsidR="00C961F6" w:rsidRPr="00C961F6" w:rsidTr="00C961F6">
        <w:tc>
          <w:tcPr>
            <w:tcW w:w="10080" w:type="dxa"/>
            <w:gridSpan w:val="6"/>
            <w:tcBorders>
              <w:top w:val="nil"/>
              <w:left w:val="nil"/>
              <w:bottom w:val="nil"/>
              <w:right w:val="nil"/>
            </w:tcBorders>
          </w:tcPr>
          <w:p w:rsidR="00C961F6" w:rsidRPr="00C961F6" w:rsidRDefault="00C961F6" w:rsidP="00C961F6">
            <w:pPr>
              <w:ind w:right="720"/>
              <w:jc w:val="both"/>
              <w:rPr>
                <w:lang w:eastAsia="en-US"/>
              </w:rPr>
            </w:pPr>
          </w:p>
        </w:tc>
      </w:tr>
      <w:tr w:rsidR="00C961F6" w:rsidRPr="00C961F6" w:rsidTr="00C961F6">
        <w:tc>
          <w:tcPr>
            <w:tcW w:w="10080" w:type="dxa"/>
            <w:gridSpan w:val="6"/>
            <w:tcBorders>
              <w:top w:val="nil"/>
              <w:left w:val="nil"/>
              <w:bottom w:val="nil"/>
              <w:right w:val="nil"/>
            </w:tcBorders>
          </w:tcPr>
          <w:p w:rsidR="00C961F6" w:rsidRPr="00C961F6" w:rsidRDefault="00C961F6" w:rsidP="00C961F6">
            <w:pPr>
              <w:ind w:right="720"/>
              <w:jc w:val="both"/>
              <w:rPr>
                <w:lang w:eastAsia="en-US"/>
              </w:rPr>
            </w:pPr>
            <w:r w:rsidRPr="00C961F6">
              <w:rPr>
                <w:lang w:eastAsia="en-US"/>
              </w:rPr>
              <w:t>a) [ ] persoană neînregistrată în scopuri de TVA, conform Codului Fiscal</w:t>
            </w:r>
          </w:p>
        </w:tc>
      </w:tr>
      <w:tr w:rsidR="00C961F6" w:rsidRPr="00C961F6" w:rsidTr="00C961F6">
        <w:trPr>
          <w:trHeight w:val="666"/>
        </w:trPr>
        <w:tc>
          <w:tcPr>
            <w:tcW w:w="10080" w:type="dxa"/>
            <w:gridSpan w:val="6"/>
            <w:tcBorders>
              <w:top w:val="nil"/>
              <w:left w:val="nil"/>
              <w:bottom w:val="nil"/>
              <w:right w:val="nil"/>
            </w:tcBorders>
          </w:tcPr>
          <w:p w:rsidR="00C961F6" w:rsidRPr="00C961F6" w:rsidRDefault="00C961F6" w:rsidP="00C961F6">
            <w:pPr>
              <w:jc w:val="both"/>
              <w:rPr>
                <w:lang w:eastAsia="en-US"/>
              </w:rPr>
            </w:pPr>
            <w:r w:rsidRPr="00C961F6">
              <w:rPr>
                <w:lang w:eastAsia="en-US"/>
              </w:rPr>
              <w:t>b) [ ] persoană înregistrată în scopuri de TVA, conform Codului Fiscal</w:t>
            </w:r>
          </w:p>
          <w:p w:rsidR="00C961F6" w:rsidRPr="00C961F6" w:rsidRDefault="00C961F6" w:rsidP="00C961F6">
            <w:pPr>
              <w:jc w:val="both"/>
              <w:rPr>
                <w:lang w:eastAsia="en-US"/>
              </w:rPr>
            </w:pPr>
          </w:p>
        </w:tc>
      </w:tr>
      <w:tr w:rsidR="00C961F6" w:rsidRPr="00C961F6" w:rsidTr="00C961F6">
        <w:tc>
          <w:tcPr>
            <w:tcW w:w="10080" w:type="dxa"/>
            <w:gridSpan w:val="6"/>
            <w:tcBorders>
              <w:top w:val="nil"/>
              <w:left w:val="nil"/>
              <w:bottom w:val="nil"/>
              <w:right w:val="nil"/>
            </w:tcBorders>
          </w:tcPr>
          <w:p w:rsidR="00C961F6" w:rsidRPr="00C961F6" w:rsidRDefault="00C961F6" w:rsidP="00C961F6">
            <w:pPr>
              <w:jc w:val="both"/>
              <w:rPr>
                <w:lang w:eastAsia="en-US"/>
              </w:rPr>
            </w:pPr>
            <w:r w:rsidRPr="00C961F6">
              <w:rPr>
                <w:b/>
                <w:lang w:eastAsia="en-US"/>
              </w:rPr>
              <w:t>D</w:t>
            </w:r>
            <w:r w:rsidRPr="00C961F6">
              <w:rPr>
                <w:lang w:eastAsia="en-US"/>
              </w:rPr>
              <w:t>. ……………………………………………………………………(numele şi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C961F6" w:rsidRPr="00C961F6" w:rsidTr="00C961F6">
        <w:tc>
          <w:tcPr>
            <w:tcW w:w="706" w:type="dxa"/>
            <w:tcBorders>
              <w:top w:val="nil"/>
              <w:left w:val="nil"/>
              <w:bottom w:val="single" w:sz="6" w:space="0" w:color="000000"/>
              <w:right w:val="nil"/>
            </w:tcBorders>
          </w:tcPr>
          <w:p w:rsidR="00C961F6" w:rsidRPr="00C961F6" w:rsidRDefault="00C961F6" w:rsidP="00C961F6">
            <w:pPr>
              <w:spacing w:before="100" w:beforeAutospacing="1" w:after="100" w:afterAutospacing="1"/>
              <w:rPr>
                <w:lang w:eastAsia="en-US"/>
              </w:rPr>
            </w:pPr>
          </w:p>
        </w:tc>
        <w:tc>
          <w:tcPr>
            <w:tcW w:w="4553" w:type="dxa"/>
            <w:gridSpan w:val="3"/>
            <w:tcBorders>
              <w:top w:val="nil"/>
              <w:left w:val="nil"/>
              <w:bottom w:val="single" w:sz="6" w:space="0" w:color="000000"/>
              <w:right w:val="nil"/>
            </w:tcBorders>
          </w:tcPr>
          <w:p w:rsidR="00C961F6" w:rsidRPr="00C961F6" w:rsidRDefault="00C961F6" w:rsidP="00C961F6">
            <w:pPr>
              <w:spacing w:before="100" w:beforeAutospacing="1" w:after="100" w:afterAutospacing="1"/>
              <w:rPr>
                <w:lang w:eastAsia="en-US"/>
              </w:rPr>
            </w:pPr>
          </w:p>
        </w:tc>
        <w:tc>
          <w:tcPr>
            <w:tcW w:w="4821" w:type="dxa"/>
            <w:gridSpan w:val="2"/>
            <w:tcBorders>
              <w:top w:val="nil"/>
              <w:left w:val="nil"/>
              <w:bottom w:val="single" w:sz="6" w:space="0" w:color="000000"/>
              <w:right w:val="nil"/>
            </w:tcBorders>
          </w:tcPr>
          <w:p w:rsidR="00C961F6" w:rsidRPr="00C961F6" w:rsidRDefault="00C961F6" w:rsidP="00C961F6">
            <w:pPr>
              <w:spacing w:before="100" w:beforeAutospacing="1" w:after="100" w:afterAutospacing="1"/>
              <w:rPr>
                <w:lang w:eastAsia="en-US"/>
              </w:rPr>
            </w:pPr>
          </w:p>
        </w:tc>
      </w:tr>
      <w:tr w:rsidR="00C961F6" w:rsidRPr="00C961F6" w:rsidTr="00C961F6">
        <w:tc>
          <w:tcPr>
            <w:tcW w:w="70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Scopul achiziției/Activitatea prevăzută în cadrul proiectului1</w:t>
            </w:r>
          </w:p>
        </w:tc>
      </w:tr>
      <w:tr w:rsidR="00C961F6" w:rsidRPr="00C961F6" w:rsidTr="00C961F6">
        <w:tc>
          <w:tcPr>
            <w:tcW w:w="10080" w:type="dxa"/>
            <w:gridSpan w:val="6"/>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1) Atenție! Se va completa cu aceleași informații corespunzătoare din cererea de finanțare.</w:t>
            </w:r>
          </w:p>
        </w:tc>
      </w:tr>
      <w:tr w:rsidR="00C961F6" w:rsidRPr="00C961F6" w:rsidTr="00C961F6">
        <w:tc>
          <w:tcPr>
            <w:tcW w:w="70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r w:rsidR="00C961F6" w:rsidRPr="00C961F6" w:rsidTr="00C961F6">
        <w:tc>
          <w:tcPr>
            <w:tcW w:w="70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r w:rsidR="00C961F6" w:rsidRPr="00C961F6" w:rsidTr="00C961F6">
        <w:tc>
          <w:tcPr>
            <w:tcW w:w="70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r w:rsidR="00C961F6" w:rsidRPr="00C961F6" w:rsidTr="00C961F6">
        <w:tc>
          <w:tcPr>
            <w:tcW w:w="70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r w:rsidR="00C961F6" w:rsidRPr="00C961F6" w:rsidTr="00C961F6">
        <w:tc>
          <w:tcPr>
            <w:tcW w:w="70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r w:rsidR="00C961F6" w:rsidRPr="00C961F6" w:rsidTr="00C961F6">
        <w:tc>
          <w:tcPr>
            <w:tcW w:w="2905" w:type="dxa"/>
            <w:gridSpan w:val="2"/>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Numele şi prenumele*):</w:t>
            </w:r>
          </w:p>
        </w:tc>
        <w:tc>
          <w:tcPr>
            <w:tcW w:w="166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3226" w:type="dxa"/>
            <w:gridSpan w:val="2"/>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Semnătura şi ștampila      </w:t>
            </w:r>
          </w:p>
        </w:tc>
        <w:tc>
          <w:tcPr>
            <w:tcW w:w="2283" w:type="dxa"/>
            <w:tcBorders>
              <w:top w:val="single" w:sz="6" w:space="0" w:color="000000"/>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p>
        </w:tc>
      </w:tr>
      <w:tr w:rsidR="00C961F6" w:rsidRPr="00C961F6" w:rsidTr="00C961F6">
        <w:tc>
          <w:tcPr>
            <w:tcW w:w="2905" w:type="dxa"/>
            <w:gridSpan w:val="2"/>
            <w:tcBorders>
              <w:top w:val="nil"/>
              <w:left w:val="nil"/>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c>
          <w:tcPr>
            <w:tcW w:w="3226" w:type="dxa"/>
            <w:gridSpan w:val="2"/>
            <w:tcBorders>
              <w:top w:val="nil"/>
              <w:left w:val="single" w:sz="6" w:space="0" w:color="000000"/>
              <w:bottom w:val="nil"/>
              <w:right w:val="single" w:sz="6" w:space="0" w:color="000000"/>
            </w:tcBorders>
          </w:tcPr>
          <w:p w:rsidR="00C961F6" w:rsidRPr="00C961F6" w:rsidRDefault="00C961F6" w:rsidP="00C961F6">
            <w:pPr>
              <w:spacing w:before="100" w:beforeAutospacing="1" w:after="100" w:afterAutospacing="1"/>
              <w:rPr>
                <w:lang w:eastAsia="en-US"/>
              </w:rPr>
            </w:pPr>
            <w:r w:rsidRPr="00C961F6">
              <w:rPr>
                <w:lang w:eastAsia="en-US"/>
              </w:rPr>
              <w:t>                       </w:t>
            </w:r>
          </w:p>
        </w:tc>
        <w:tc>
          <w:tcPr>
            <w:tcW w:w="2283" w:type="dxa"/>
            <w:tcBorders>
              <w:top w:val="nil"/>
              <w:left w:val="single" w:sz="6" w:space="0" w:color="000000"/>
              <w:bottom w:val="single" w:sz="6" w:space="0" w:color="000000"/>
              <w:right w:val="single" w:sz="6" w:space="0" w:color="000000"/>
            </w:tcBorders>
          </w:tcPr>
          <w:p w:rsidR="00C961F6" w:rsidRPr="00C961F6" w:rsidRDefault="00C961F6" w:rsidP="00C961F6">
            <w:pPr>
              <w:spacing w:before="100" w:beforeAutospacing="1" w:after="100" w:afterAutospacing="1"/>
              <w:rPr>
                <w:lang w:eastAsia="en-US"/>
              </w:rPr>
            </w:pPr>
          </w:p>
        </w:tc>
      </w:tr>
      <w:tr w:rsidR="00C961F6" w:rsidRPr="00C961F6" w:rsidTr="00C961F6">
        <w:tc>
          <w:tcPr>
            <w:tcW w:w="2905" w:type="dxa"/>
            <w:gridSpan w:val="2"/>
            <w:tcBorders>
              <w:top w:val="nil"/>
              <w:left w:val="nil"/>
              <w:bottom w:val="nil"/>
              <w:right w:val="nil"/>
            </w:tcBorders>
          </w:tcPr>
          <w:p w:rsidR="00C961F6" w:rsidRPr="00C961F6" w:rsidRDefault="00C961F6" w:rsidP="00C961F6">
            <w:pPr>
              <w:spacing w:before="100" w:beforeAutospacing="1" w:after="100" w:afterAutospacing="1"/>
              <w:rPr>
                <w:lang w:eastAsia="en-US"/>
              </w:rPr>
            </w:pPr>
            <w:r w:rsidRPr="00C961F6">
              <w:rPr>
                <w:lang w:eastAsia="en-US"/>
              </w:rPr>
              <w:t>_____________</w:t>
            </w:r>
          </w:p>
        </w:tc>
        <w:tc>
          <w:tcPr>
            <w:tcW w:w="1666" w:type="dxa"/>
            <w:tcBorders>
              <w:top w:val="single" w:sz="6" w:space="0" w:color="000000"/>
              <w:left w:val="nil"/>
              <w:bottom w:val="nil"/>
              <w:right w:val="nil"/>
            </w:tcBorders>
          </w:tcPr>
          <w:p w:rsidR="00C961F6" w:rsidRPr="00C961F6" w:rsidRDefault="00C961F6" w:rsidP="00C961F6">
            <w:pPr>
              <w:spacing w:before="100" w:beforeAutospacing="1" w:after="100" w:afterAutospacing="1"/>
              <w:rPr>
                <w:lang w:eastAsia="en-US"/>
              </w:rPr>
            </w:pPr>
          </w:p>
        </w:tc>
        <w:tc>
          <w:tcPr>
            <w:tcW w:w="3226" w:type="dxa"/>
            <w:gridSpan w:val="2"/>
            <w:tcBorders>
              <w:top w:val="nil"/>
              <w:left w:val="nil"/>
              <w:bottom w:val="nil"/>
              <w:right w:val="nil"/>
            </w:tcBorders>
          </w:tcPr>
          <w:p w:rsidR="00C961F6" w:rsidRPr="00C961F6" w:rsidRDefault="00C961F6" w:rsidP="00C961F6">
            <w:pPr>
              <w:spacing w:before="100" w:beforeAutospacing="1" w:after="100" w:afterAutospacing="1"/>
              <w:rPr>
                <w:lang w:eastAsia="en-US"/>
              </w:rPr>
            </w:pPr>
          </w:p>
        </w:tc>
        <w:tc>
          <w:tcPr>
            <w:tcW w:w="2283" w:type="dxa"/>
            <w:tcBorders>
              <w:top w:val="single" w:sz="6" w:space="0" w:color="000000"/>
              <w:left w:val="nil"/>
              <w:bottom w:val="nil"/>
              <w:right w:val="nil"/>
            </w:tcBorders>
          </w:tcPr>
          <w:p w:rsidR="00C961F6" w:rsidRPr="00C961F6" w:rsidRDefault="00C961F6" w:rsidP="00C961F6">
            <w:pPr>
              <w:spacing w:before="100" w:beforeAutospacing="1" w:after="100" w:afterAutospacing="1"/>
              <w:rPr>
                <w:lang w:eastAsia="en-US"/>
              </w:rPr>
            </w:pPr>
          </w:p>
        </w:tc>
      </w:tr>
      <w:tr w:rsidR="00C961F6" w:rsidRPr="00C961F6" w:rsidTr="00C961F6">
        <w:tc>
          <w:tcPr>
            <w:tcW w:w="10080" w:type="dxa"/>
            <w:gridSpan w:val="6"/>
            <w:tcBorders>
              <w:top w:val="nil"/>
              <w:left w:val="nil"/>
              <w:bottom w:val="nil"/>
              <w:right w:val="nil"/>
            </w:tcBorders>
          </w:tcPr>
          <w:p w:rsidR="00C961F6" w:rsidRPr="00C961F6" w:rsidRDefault="00C961F6" w:rsidP="00490FDC">
            <w:pPr>
              <w:spacing w:before="100" w:beforeAutospacing="1" w:after="100" w:afterAutospacing="1"/>
              <w:rPr>
                <w:lang w:eastAsia="en-US"/>
              </w:rPr>
            </w:pPr>
            <w:r w:rsidRPr="00C961F6">
              <w:rPr>
                <w:lang w:eastAsia="en-US"/>
              </w:rPr>
              <w:t>    *) Se va completa de către reprezentantul legal al solicitantului.</w:t>
            </w:r>
          </w:p>
        </w:tc>
      </w:tr>
    </w:tbl>
    <w:p w:rsidR="00E31672" w:rsidRDefault="00E31672" w:rsidP="00B42146">
      <w:r>
        <w:t xml:space="preserve"> </w:t>
      </w:r>
    </w:p>
    <w:sectPr w:rsidR="00E31672"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C12" w:rsidRDefault="005B7C12">
      <w:r>
        <w:separator/>
      </w:r>
    </w:p>
  </w:endnote>
  <w:endnote w:type="continuationSeparator" w:id="0">
    <w:p w:rsidR="005B7C12" w:rsidRDefault="005B7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89767E"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89767E">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C12" w:rsidRDefault="005B7C12">
      <w:r>
        <w:separator/>
      </w:r>
    </w:p>
  </w:footnote>
  <w:footnote w:type="continuationSeparator" w:id="0">
    <w:p w:rsidR="005B7C12" w:rsidRDefault="005B7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89767E">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D626BD">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D626BD">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89767E">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5337E"/>
    <w:rsid w:val="00057489"/>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267E2"/>
    <w:rsid w:val="0046706D"/>
    <w:rsid w:val="00474F02"/>
    <w:rsid w:val="00490FDC"/>
    <w:rsid w:val="00523BEA"/>
    <w:rsid w:val="005A6B00"/>
    <w:rsid w:val="005B7C12"/>
    <w:rsid w:val="005C21C9"/>
    <w:rsid w:val="005C7AFF"/>
    <w:rsid w:val="005F2837"/>
    <w:rsid w:val="00643AC4"/>
    <w:rsid w:val="00697135"/>
    <w:rsid w:val="006B79B9"/>
    <w:rsid w:val="006F14B9"/>
    <w:rsid w:val="007209E0"/>
    <w:rsid w:val="00754551"/>
    <w:rsid w:val="00764E3D"/>
    <w:rsid w:val="007A69A6"/>
    <w:rsid w:val="007B4DAE"/>
    <w:rsid w:val="007C403D"/>
    <w:rsid w:val="00851382"/>
    <w:rsid w:val="0088290B"/>
    <w:rsid w:val="0089767E"/>
    <w:rsid w:val="008C26CE"/>
    <w:rsid w:val="008E7688"/>
    <w:rsid w:val="00936CF8"/>
    <w:rsid w:val="0095716B"/>
    <w:rsid w:val="009F711B"/>
    <w:rsid w:val="00A06DE4"/>
    <w:rsid w:val="00A1063F"/>
    <w:rsid w:val="00AE4990"/>
    <w:rsid w:val="00B15233"/>
    <w:rsid w:val="00B42146"/>
    <w:rsid w:val="00BD3175"/>
    <w:rsid w:val="00C05C7A"/>
    <w:rsid w:val="00C82AD1"/>
    <w:rsid w:val="00C916A3"/>
    <w:rsid w:val="00C961F6"/>
    <w:rsid w:val="00CC6C98"/>
    <w:rsid w:val="00CF0115"/>
    <w:rsid w:val="00D21E17"/>
    <w:rsid w:val="00D22014"/>
    <w:rsid w:val="00D626BD"/>
    <w:rsid w:val="00D94812"/>
    <w:rsid w:val="00DD113C"/>
    <w:rsid w:val="00E307AF"/>
    <w:rsid w:val="00E31672"/>
    <w:rsid w:val="00E753B1"/>
    <w:rsid w:val="00EF25AA"/>
    <w:rsid w:val="00EF6CD7"/>
    <w:rsid w:val="00EF7E66"/>
    <w:rsid w:val="00F12E7F"/>
    <w:rsid w:val="00F716A1"/>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F46871C6-F976-430A-90C5-DA7810A8F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45650-A936-4E74-AD9D-C49FE6B9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2</Pages>
  <Words>324</Words>
  <Characters>1880</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2200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2023-08-02T14:06:00Z</dcterms:created>
  <dcterms:modified xsi:type="dcterms:W3CDTF">2023-08-02T14:06:00Z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aed479642710217ba1a85f393998a0805e2779e5448c0a3540dfe4fcf335cb72</vt:lpwstr>
  </property>
</Properties>
</file>